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E852D" w14:textId="77777777" w:rsidR="00CD4FEC" w:rsidRDefault="00050E30">
      <w:pPr>
        <w:jc w:val="center"/>
        <w:rPr>
          <w:rFonts w:ascii="方正小标宋简体" w:eastAsia="方正小标宋简体" w:hAnsi="方正小标宋简体" w:cs="方正小标宋简体"/>
          <w:sz w:val="40"/>
          <w:szCs w:val="48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8"/>
        </w:rPr>
        <w:t>申请材料目录</w:t>
      </w:r>
    </w:p>
    <w:p w14:paraId="2C47DFAC" w14:textId="77777777" w:rsidR="00CD4FEC" w:rsidRDefault="00CD4FEC">
      <w:pPr>
        <w:jc w:val="center"/>
        <w:rPr>
          <w:rFonts w:ascii="华文中宋" w:eastAsia="华文中宋" w:hAnsi="华文中宋" w:cs="华文中宋"/>
          <w:sz w:val="36"/>
          <w:szCs w:val="44"/>
        </w:rPr>
      </w:pPr>
    </w:p>
    <w:p w14:paraId="67548B72" w14:textId="1E65BD6D" w:rsidR="00CD4FEC" w:rsidRDefault="00050E30">
      <w:pPr>
        <w:rPr>
          <w:rFonts w:ascii="仿宋_GB2312" w:eastAsia="仿宋_GB2312" w:hAnsi="仿宋_GB2312" w:cs="仿宋_GB2312"/>
          <w:sz w:val="28"/>
          <w:szCs w:val="36"/>
        </w:rPr>
      </w:pPr>
      <w:r>
        <w:rPr>
          <w:rFonts w:ascii="黑体" w:eastAsia="黑体" w:hAnsi="黑体" w:cs="黑体" w:hint="eastAsia"/>
          <w:sz w:val="28"/>
          <w:szCs w:val="36"/>
        </w:rPr>
        <w:t>社会组织：</w:t>
      </w:r>
      <w:r>
        <w:rPr>
          <w:rFonts w:ascii="仿宋_GB2312" w:eastAsia="仿宋_GB2312" w:hAnsi="仿宋_GB2312" w:cs="仿宋_GB2312" w:hint="eastAsia"/>
          <w:sz w:val="28"/>
          <w:szCs w:val="36"/>
        </w:rPr>
        <w:t xml:space="preserve">                </w:t>
      </w:r>
      <w:r w:rsidR="00230D4A">
        <w:rPr>
          <w:rFonts w:ascii="仿宋_GB2312" w:eastAsia="仿宋_GB2312" w:hAnsi="仿宋_GB2312" w:cs="仿宋_GB2312"/>
          <w:sz w:val="28"/>
          <w:szCs w:val="36"/>
        </w:rPr>
        <w:t xml:space="preserve"> </w:t>
      </w:r>
      <w:r>
        <w:rPr>
          <w:rFonts w:ascii="黑体" w:eastAsia="黑体" w:hAnsi="黑体" w:cs="黑体" w:hint="eastAsia"/>
          <w:sz w:val="28"/>
          <w:szCs w:val="36"/>
        </w:rPr>
        <w:t>办理事项：</w:t>
      </w:r>
      <w:r>
        <w:rPr>
          <w:rFonts w:ascii="仿宋_GB2312" w:eastAsia="仿宋_GB2312" w:hAnsi="仿宋_GB2312" w:cs="仿宋_GB2312" w:hint="eastAsia"/>
          <w:sz w:val="28"/>
          <w:szCs w:val="36"/>
        </w:rPr>
        <w:t>社会团体注销登记</w:t>
      </w:r>
    </w:p>
    <w:tbl>
      <w:tblPr>
        <w:tblpPr w:leftFromText="180" w:rightFromText="180" w:vertAnchor="text" w:horzAnchor="page" w:tblpXSpec="center" w:tblpY="665"/>
        <w:tblOverlap w:val="never"/>
        <w:tblW w:w="98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8"/>
        <w:gridCol w:w="3573"/>
        <w:gridCol w:w="1134"/>
        <w:gridCol w:w="850"/>
        <w:gridCol w:w="3509"/>
      </w:tblGrid>
      <w:tr w:rsidR="00230D4A" w14:paraId="67C078EF" w14:textId="77777777" w:rsidTr="002F558A">
        <w:trPr>
          <w:trHeight w:hRule="exact" w:val="724"/>
        </w:trPr>
        <w:tc>
          <w:tcPr>
            <w:tcW w:w="788" w:type="dxa"/>
            <w:vAlign w:val="center"/>
          </w:tcPr>
          <w:p w14:paraId="51E5A5E2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3573" w:type="dxa"/>
            <w:vAlign w:val="center"/>
          </w:tcPr>
          <w:p w14:paraId="7219BF31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  料  名  称</w:t>
            </w:r>
          </w:p>
        </w:tc>
        <w:tc>
          <w:tcPr>
            <w:tcW w:w="1134" w:type="dxa"/>
            <w:vAlign w:val="center"/>
          </w:tcPr>
          <w:p w14:paraId="60C8B0D0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形式</w:t>
            </w:r>
          </w:p>
        </w:tc>
        <w:tc>
          <w:tcPr>
            <w:tcW w:w="850" w:type="dxa"/>
            <w:vAlign w:val="center"/>
          </w:tcPr>
          <w:p w14:paraId="0E33F8B4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份数</w:t>
            </w:r>
          </w:p>
        </w:tc>
        <w:tc>
          <w:tcPr>
            <w:tcW w:w="3509" w:type="dxa"/>
            <w:vAlign w:val="center"/>
          </w:tcPr>
          <w:p w14:paraId="7AD8BC65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 w:rsidR="002F558A" w14:paraId="3E60DDF2" w14:textId="77777777" w:rsidTr="002F558A">
        <w:trPr>
          <w:trHeight w:hRule="exact" w:val="857"/>
        </w:trPr>
        <w:tc>
          <w:tcPr>
            <w:tcW w:w="9854" w:type="dxa"/>
            <w:gridSpan w:val="5"/>
            <w:vAlign w:val="center"/>
          </w:tcPr>
          <w:p w14:paraId="6D5A5AF8" w14:textId="1183ED5F" w:rsidR="002F558A" w:rsidRPr="0017726E" w:rsidRDefault="002F558A" w:rsidP="002F558A">
            <w:pPr>
              <w:widowControl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社会组织召开会员</w:t>
            </w:r>
            <w:r w:rsidR="009F40E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（代表</w:t>
            </w:r>
            <w:bookmarkStart w:id="0" w:name="_GoBack"/>
            <w:bookmarkEnd w:id="0"/>
            <w:r w:rsidR="009F40EA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）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大会，应当制定会议纪要，记录会议议程和表决结果并附参会会员名单，法定代表人签字确认，作为档案由社会组织妥善保管。</w:t>
            </w:r>
          </w:p>
        </w:tc>
      </w:tr>
      <w:tr w:rsidR="00230D4A" w14:paraId="75F983F3" w14:textId="77777777" w:rsidTr="00230D4A">
        <w:trPr>
          <w:trHeight w:hRule="exact" w:val="1212"/>
        </w:trPr>
        <w:tc>
          <w:tcPr>
            <w:tcW w:w="788" w:type="dxa"/>
            <w:vAlign w:val="center"/>
          </w:tcPr>
          <w:p w14:paraId="5DEC479B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573" w:type="dxa"/>
            <w:vAlign w:val="center"/>
          </w:tcPr>
          <w:p w14:paraId="4C83FCE5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业务主管单位同意注销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登记</w:t>
            </w: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批准</w:t>
            </w: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文件</w:t>
            </w:r>
          </w:p>
        </w:tc>
        <w:tc>
          <w:tcPr>
            <w:tcW w:w="1134" w:type="dxa"/>
            <w:vAlign w:val="center"/>
          </w:tcPr>
          <w:p w14:paraId="7E89B321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850" w:type="dxa"/>
            <w:vAlign w:val="center"/>
          </w:tcPr>
          <w:p w14:paraId="03AA064F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509" w:type="dxa"/>
            <w:vAlign w:val="center"/>
          </w:tcPr>
          <w:p w14:paraId="2CC0A7FE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双重管理的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社会团体</w:t>
            </w: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，业务主管单位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出具；</w:t>
            </w:r>
            <w:r w:rsidRPr="00D11CB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脱钩的行业协会商会和直接登记的社会团体不提交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</w:tr>
      <w:tr w:rsidR="00230D4A" w14:paraId="304E66F5" w14:textId="77777777" w:rsidTr="00230D4A">
        <w:trPr>
          <w:trHeight w:hRule="exact" w:val="776"/>
        </w:trPr>
        <w:tc>
          <w:tcPr>
            <w:tcW w:w="788" w:type="dxa"/>
            <w:vAlign w:val="center"/>
          </w:tcPr>
          <w:p w14:paraId="004808D4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573" w:type="dxa"/>
            <w:vAlign w:val="center"/>
          </w:tcPr>
          <w:p w14:paraId="668750C1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社会团体注销登记申请表</w:t>
            </w:r>
          </w:p>
        </w:tc>
        <w:tc>
          <w:tcPr>
            <w:tcW w:w="1134" w:type="dxa"/>
            <w:vAlign w:val="center"/>
          </w:tcPr>
          <w:p w14:paraId="7031EE9A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850" w:type="dxa"/>
            <w:vAlign w:val="center"/>
          </w:tcPr>
          <w:p w14:paraId="469B8727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509" w:type="dxa"/>
            <w:vAlign w:val="center"/>
          </w:tcPr>
          <w:p w14:paraId="579CAAB9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双重管理的，业务主管单位盖章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</w:tr>
      <w:tr w:rsidR="00230D4A" w14:paraId="474490EC" w14:textId="77777777" w:rsidTr="00230D4A">
        <w:trPr>
          <w:trHeight w:hRule="exact" w:val="1137"/>
        </w:trPr>
        <w:tc>
          <w:tcPr>
            <w:tcW w:w="788" w:type="dxa"/>
            <w:vAlign w:val="center"/>
          </w:tcPr>
          <w:p w14:paraId="023E4C04" w14:textId="083BDA77" w:rsidR="00230D4A" w:rsidRPr="0017726E" w:rsidRDefault="00767EC5" w:rsidP="00230D4A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573" w:type="dxa"/>
            <w:vAlign w:val="center"/>
          </w:tcPr>
          <w:p w14:paraId="2AF6EAA7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清算报告书</w:t>
            </w:r>
          </w:p>
        </w:tc>
        <w:tc>
          <w:tcPr>
            <w:tcW w:w="1134" w:type="dxa"/>
            <w:vAlign w:val="center"/>
          </w:tcPr>
          <w:p w14:paraId="5D94E129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850" w:type="dxa"/>
            <w:vAlign w:val="center"/>
          </w:tcPr>
          <w:p w14:paraId="338EC03B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509" w:type="dxa"/>
            <w:vAlign w:val="center"/>
          </w:tcPr>
          <w:p w14:paraId="06716537" w14:textId="77777777" w:rsidR="00230D4A" w:rsidRDefault="00230D4A" w:rsidP="00230D4A">
            <w:pPr>
              <w:widowControl/>
              <w:spacing w:before="100" w:beforeAutospacing="1" w:after="100" w:afterAutospacing="1"/>
              <w:ind w:rightChars="-1" w:right="-2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按照范本如实填写。清算组织成员、法定代表人签字，社会团体盖章。</w:t>
            </w:r>
          </w:p>
        </w:tc>
      </w:tr>
      <w:tr w:rsidR="00230D4A" w14:paraId="07575188" w14:textId="77777777" w:rsidTr="00230D4A">
        <w:trPr>
          <w:trHeight w:hRule="exact" w:val="1290"/>
        </w:trPr>
        <w:tc>
          <w:tcPr>
            <w:tcW w:w="788" w:type="dxa"/>
            <w:vAlign w:val="center"/>
          </w:tcPr>
          <w:p w14:paraId="2C789271" w14:textId="48F273DA" w:rsidR="00230D4A" w:rsidRPr="0017726E" w:rsidRDefault="00767EC5" w:rsidP="00230D4A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573" w:type="dxa"/>
            <w:vAlign w:val="center"/>
          </w:tcPr>
          <w:p w14:paraId="2896B153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清算审计报告</w:t>
            </w:r>
          </w:p>
        </w:tc>
        <w:tc>
          <w:tcPr>
            <w:tcW w:w="1134" w:type="dxa"/>
            <w:vAlign w:val="center"/>
          </w:tcPr>
          <w:p w14:paraId="381D8070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850" w:type="dxa"/>
            <w:vAlign w:val="center"/>
          </w:tcPr>
          <w:p w14:paraId="5ED526DF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509" w:type="dxa"/>
            <w:vAlign w:val="center"/>
          </w:tcPr>
          <w:p w14:paraId="32411F37" w14:textId="432B5894" w:rsidR="00230D4A" w:rsidRPr="0017726E" w:rsidRDefault="00230D4A" w:rsidP="00524DAF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由登记管理机关委托的</w:t>
            </w:r>
            <w:r w:rsidRPr="0017726E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会计师事务所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出具</w:t>
            </w: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。</w:t>
            </w:r>
            <w:r w:rsidRPr="00D11CBF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山东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山审会计师事务所；联系人：赵宏丽；联系电话：053</w:t>
            </w:r>
            <w:r w:rsidR="00524DAF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-67870977</w:t>
            </w:r>
            <w:r w:rsidR="0012441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，1</w:t>
            </w:r>
            <w:r w:rsidR="0012441A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3906408833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</w:tr>
      <w:tr w:rsidR="00230D4A" w14:paraId="4632739A" w14:textId="77777777" w:rsidTr="00767EC5">
        <w:trPr>
          <w:trHeight w:hRule="exact" w:val="1163"/>
        </w:trPr>
        <w:tc>
          <w:tcPr>
            <w:tcW w:w="788" w:type="dxa"/>
            <w:vAlign w:val="center"/>
          </w:tcPr>
          <w:p w14:paraId="3BDF8BFF" w14:textId="4C7C5F41" w:rsidR="00230D4A" w:rsidRPr="0017726E" w:rsidRDefault="00767EC5" w:rsidP="00230D4A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573" w:type="dxa"/>
            <w:vAlign w:val="center"/>
          </w:tcPr>
          <w:p w14:paraId="0A0A9B51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债权债务公告</w:t>
            </w:r>
          </w:p>
        </w:tc>
        <w:tc>
          <w:tcPr>
            <w:tcW w:w="1134" w:type="dxa"/>
            <w:vAlign w:val="center"/>
          </w:tcPr>
          <w:p w14:paraId="53F5388F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或复印件</w:t>
            </w:r>
          </w:p>
        </w:tc>
        <w:tc>
          <w:tcPr>
            <w:tcW w:w="850" w:type="dxa"/>
            <w:vAlign w:val="center"/>
          </w:tcPr>
          <w:p w14:paraId="0187A064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509" w:type="dxa"/>
            <w:vAlign w:val="center"/>
          </w:tcPr>
          <w:p w14:paraId="4B20D905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债务债权公告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应当</w:t>
            </w:r>
            <w:r w:rsidRPr="0017726E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刊登在公开发行的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，</w:t>
            </w:r>
            <w:r w:rsidRPr="0017726E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发行范围覆盖</w:t>
            </w: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全省</w:t>
            </w:r>
            <w:r w:rsidRPr="0017726E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的报刊上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</w:tr>
      <w:tr w:rsidR="00230D4A" w14:paraId="433D3FD6" w14:textId="77777777" w:rsidTr="00230D4A">
        <w:trPr>
          <w:trHeight w:hRule="exact" w:val="680"/>
        </w:trPr>
        <w:tc>
          <w:tcPr>
            <w:tcW w:w="788" w:type="dxa"/>
            <w:vAlign w:val="center"/>
          </w:tcPr>
          <w:p w14:paraId="1889B7A2" w14:textId="49D7932D" w:rsidR="00230D4A" w:rsidRPr="0017726E" w:rsidRDefault="00767EC5" w:rsidP="00230D4A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3573" w:type="dxa"/>
            <w:vAlign w:val="center"/>
          </w:tcPr>
          <w:p w14:paraId="76568FC6" w14:textId="77777777" w:rsidR="00230D4A" w:rsidRDefault="00230D4A" w:rsidP="00230D4A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注销</w:t>
            </w: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税务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登记、银行基本存款账户</w:t>
            </w: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证明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复印件</w:t>
            </w:r>
          </w:p>
          <w:p w14:paraId="71D69B88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134" w:type="dxa"/>
            <w:vAlign w:val="center"/>
          </w:tcPr>
          <w:p w14:paraId="5119B34E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复印件</w:t>
            </w:r>
          </w:p>
        </w:tc>
        <w:tc>
          <w:tcPr>
            <w:tcW w:w="850" w:type="dxa"/>
            <w:vAlign w:val="center"/>
          </w:tcPr>
          <w:p w14:paraId="62009DC3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509" w:type="dxa"/>
            <w:vAlign w:val="center"/>
          </w:tcPr>
          <w:p w14:paraId="4CB1274B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由税务部门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、</w:t>
            </w:r>
            <w:r w:rsidRPr="0017726E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银行</w:t>
            </w: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出具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。</w:t>
            </w:r>
          </w:p>
        </w:tc>
      </w:tr>
      <w:tr w:rsidR="00230D4A" w14:paraId="737FD7C2" w14:textId="77777777" w:rsidTr="00230D4A">
        <w:trPr>
          <w:trHeight w:hRule="exact" w:val="680"/>
        </w:trPr>
        <w:tc>
          <w:tcPr>
            <w:tcW w:w="788" w:type="dxa"/>
            <w:vAlign w:val="center"/>
          </w:tcPr>
          <w:p w14:paraId="1FC6DB8C" w14:textId="292C9EDE" w:rsidR="00230D4A" w:rsidRDefault="00767EC5" w:rsidP="00230D4A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3573" w:type="dxa"/>
            <w:vAlign w:val="center"/>
          </w:tcPr>
          <w:p w14:paraId="2AE1456E" w14:textId="77777777" w:rsidR="00230D4A" w:rsidRDefault="00230D4A" w:rsidP="00230D4A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社会团体法人登记证书（正、副本）</w:t>
            </w:r>
          </w:p>
        </w:tc>
        <w:tc>
          <w:tcPr>
            <w:tcW w:w="1134" w:type="dxa"/>
            <w:vAlign w:val="center"/>
          </w:tcPr>
          <w:p w14:paraId="1F314FF3" w14:textId="77777777" w:rsidR="00230D4A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850" w:type="dxa"/>
            <w:vAlign w:val="center"/>
          </w:tcPr>
          <w:p w14:paraId="41D4DF97" w14:textId="77777777" w:rsidR="00230D4A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509" w:type="dxa"/>
            <w:vAlign w:val="center"/>
          </w:tcPr>
          <w:p w14:paraId="1E92742E" w14:textId="77777777" w:rsidR="00230D4A" w:rsidRDefault="00230D4A" w:rsidP="00230D4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230D4A" w14:paraId="3C3C3062" w14:textId="77777777" w:rsidTr="00230D4A">
        <w:trPr>
          <w:trHeight w:hRule="exact" w:val="608"/>
        </w:trPr>
        <w:tc>
          <w:tcPr>
            <w:tcW w:w="788" w:type="dxa"/>
            <w:vAlign w:val="center"/>
          </w:tcPr>
          <w:p w14:paraId="0A851F85" w14:textId="79E002A1" w:rsidR="00230D4A" w:rsidRDefault="00767EC5" w:rsidP="00230D4A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3573" w:type="dxa"/>
            <w:vAlign w:val="center"/>
          </w:tcPr>
          <w:p w14:paraId="3016F67A" w14:textId="77777777" w:rsidR="00230D4A" w:rsidRDefault="00230D4A" w:rsidP="00230D4A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印章</w:t>
            </w:r>
          </w:p>
        </w:tc>
        <w:tc>
          <w:tcPr>
            <w:tcW w:w="1134" w:type="dxa"/>
            <w:vAlign w:val="center"/>
          </w:tcPr>
          <w:p w14:paraId="7BFA72E5" w14:textId="77777777" w:rsidR="00230D4A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印章实物</w:t>
            </w:r>
          </w:p>
        </w:tc>
        <w:tc>
          <w:tcPr>
            <w:tcW w:w="850" w:type="dxa"/>
            <w:vAlign w:val="center"/>
          </w:tcPr>
          <w:p w14:paraId="5216AD75" w14:textId="77777777" w:rsidR="00230D4A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17726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509" w:type="dxa"/>
            <w:vAlign w:val="center"/>
          </w:tcPr>
          <w:p w14:paraId="4B093B7E" w14:textId="77777777" w:rsidR="00230D4A" w:rsidRDefault="00230D4A" w:rsidP="00230D4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230D4A" w14:paraId="3BBFED9E" w14:textId="77777777" w:rsidTr="00230D4A">
        <w:trPr>
          <w:trHeight w:hRule="exact" w:val="680"/>
        </w:trPr>
        <w:tc>
          <w:tcPr>
            <w:tcW w:w="788" w:type="dxa"/>
            <w:vAlign w:val="center"/>
          </w:tcPr>
          <w:p w14:paraId="6C18F0BF" w14:textId="0C57B7B0" w:rsidR="00230D4A" w:rsidRDefault="00767EC5" w:rsidP="00230D4A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3573" w:type="dxa"/>
            <w:vAlign w:val="center"/>
          </w:tcPr>
          <w:p w14:paraId="13D8C4BA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党组织撤销备案表</w:t>
            </w:r>
          </w:p>
        </w:tc>
        <w:tc>
          <w:tcPr>
            <w:tcW w:w="1134" w:type="dxa"/>
            <w:vAlign w:val="center"/>
          </w:tcPr>
          <w:p w14:paraId="7DFFD86D" w14:textId="77777777" w:rsidR="00230D4A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原件</w:t>
            </w:r>
          </w:p>
        </w:tc>
        <w:tc>
          <w:tcPr>
            <w:tcW w:w="850" w:type="dxa"/>
            <w:vAlign w:val="center"/>
          </w:tcPr>
          <w:p w14:paraId="5B1ECB07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509" w:type="dxa"/>
            <w:vAlign w:val="center"/>
          </w:tcPr>
          <w:p w14:paraId="475FA814" w14:textId="77777777" w:rsidR="00230D4A" w:rsidRPr="0017726E" w:rsidRDefault="00230D4A" w:rsidP="00230D4A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建立党组织的提交，未建立党组织的不提交。</w:t>
            </w:r>
          </w:p>
        </w:tc>
      </w:tr>
    </w:tbl>
    <w:p w14:paraId="294362ED" w14:textId="5369D6E4" w:rsidR="00230D4A" w:rsidRDefault="00D11CBF" w:rsidP="00230D4A">
      <w:pPr>
        <w:rPr>
          <w:rFonts w:ascii="黑体" w:eastAsia="黑体" w:hAnsi="黑体" w:cs="黑体"/>
          <w:sz w:val="28"/>
          <w:szCs w:val="36"/>
        </w:rPr>
      </w:pPr>
      <w:r w:rsidRPr="00D11CBF">
        <w:rPr>
          <w:rFonts w:ascii="黑体" w:eastAsia="黑体" w:hAnsi="黑体" w:cs="黑体" w:hint="eastAsia"/>
          <w:sz w:val="28"/>
          <w:szCs w:val="36"/>
        </w:rPr>
        <w:t xml:space="preserve">联系人： </w:t>
      </w:r>
      <w:r>
        <w:rPr>
          <w:rFonts w:ascii="仿宋_GB2312" w:eastAsia="仿宋_GB2312" w:hAnsi="仿宋_GB2312" w:cs="仿宋_GB2312" w:hint="eastAsia"/>
          <w:sz w:val="28"/>
          <w:szCs w:val="36"/>
        </w:rPr>
        <w:t xml:space="preserve">             </w:t>
      </w:r>
      <w:r w:rsidRPr="00D11CBF">
        <w:rPr>
          <w:rFonts w:ascii="黑体" w:eastAsia="黑体" w:hAnsi="黑体" w:cs="黑体" w:hint="eastAsia"/>
          <w:sz w:val="28"/>
          <w:szCs w:val="36"/>
        </w:rPr>
        <w:t xml:space="preserve">    联系电话：</w:t>
      </w:r>
      <w:r w:rsidR="00230D4A">
        <w:rPr>
          <w:rFonts w:ascii="黑体" w:eastAsia="黑体" w:hAnsi="黑体" w:cs="黑体" w:hint="eastAsia"/>
          <w:sz w:val="28"/>
          <w:szCs w:val="36"/>
        </w:rPr>
        <w:t xml:space="preserve"> </w:t>
      </w:r>
      <w:r w:rsidR="00230D4A">
        <w:rPr>
          <w:rFonts w:ascii="黑体" w:eastAsia="黑体" w:hAnsi="黑体" w:cs="黑体"/>
          <w:sz w:val="28"/>
          <w:szCs w:val="36"/>
        </w:rPr>
        <w:t xml:space="preserve">                </w:t>
      </w:r>
    </w:p>
    <w:p w14:paraId="083ABBB4" w14:textId="77777777" w:rsidR="002F558A" w:rsidRPr="00230D4A" w:rsidRDefault="002F558A" w:rsidP="00230D4A">
      <w:pPr>
        <w:rPr>
          <w:rFonts w:ascii="黑体" w:eastAsia="黑体" w:hAnsi="黑体" w:cs="黑体"/>
          <w:sz w:val="28"/>
          <w:szCs w:val="36"/>
        </w:rPr>
      </w:pPr>
    </w:p>
    <w:sectPr w:rsidR="002F558A" w:rsidRPr="00230D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F124E8" w14:textId="77777777" w:rsidR="002C7F5B" w:rsidRDefault="002C7F5B" w:rsidP="0017726E">
      <w:r>
        <w:separator/>
      </w:r>
    </w:p>
  </w:endnote>
  <w:endnote w:type="continuationSeparator" w:id="0">
    <w:p w14:paraId="49171CCB" w14:textId="77777777" w:rsidR="002C7F5B" w:rsidRDefault="002C7F5B" w:rsidP="0017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8AD0F" w14:textId="77777777" w:rsidR="002C7F5B" w:rsidRDefault="002C7F5B" w:rsidP="0017726E">
      <w:r>
        <w:separator/>
      </w:r>
    </w:p>
  </w:footnote>
  <w:footnote w:type="continuationSeparator" w:id="0">
    <w:p w14:paraId="61339126" w14:textId="77777777" w:rsidR="002C7F5B" w:rsidRDefault="002C7F5B" w:rsidP="001772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24A0B"/>
    <w:rsid w:val="0000738C"/>
    <w:rsid w:val="0003778F"/>
    <w:rsid w:val="00050E30"/>
    <w:rsid w:val="00061AC3"/>
    <w:rsid w:val="00070AFB"/>
    <w:rsid w:val="000F7B1A"/>
    <w:rsid w:val="00105F54"/>
    <w:rsid w:val="00117F41"/>
    <w:rsid w:val="0012441A"/>
    <w:rsid w:val="0017726E"/>
    <w:rsid w:val="001F7BD3"/>
    <w:rsid w:val="00230D4A"/>
    <w:rsid w:val="00287186"/>
    <w:rsid w:val="002C7F5B"/>
    <w:rsid w:val="002F558A"/>
    <w:rsid w:val="004165BD"/>
    <w:rsid w:val="004A17F0"/>
    <w:rsid w:val="00503FD6"/>
    <w:rsid w:val="005132F5"/>
    <w:rsid w:val="00524DAF"/>
    <w:rsid w:val="007231A6"/>
    <w:rsid w:val="00767EC5"/>
    <w:rsid w:val="007A6C4E"/>
    <w:rsid w:val="00843D40"/>
    <w:rsid w:val="009879E4"/>
    <w:rsid w:val="009F40EA"/>
    <w:rsid w:val="00A47A02"/>
    <w:rsid w:val="00B54D96"/>
    <w:rsid w:val="00CA111B"/>
    <w:rsid w:val="00CD4FEC"/>
    <w:rsid w:val="00D11CBF"/>
    <w:rsid w:val="00EF4143"/>
    <w:rsid w:val="00F3197D"/>
    <w:rsid w:val="00F337DF"/>
    <w:rsid w:val="00F4296B"/>
    <w:rsid w:val="00F63B67"/>
    <w:rsid w:val="00F64015"/>
    <w:rsid w:val="00F755C1"/>
    <w:rsid w:val="00FD3DF5"/>
    <w:rsid w:val="01CB36F6"/>
    <w:rsid w:val="0CD85951"/>
    <w:rsid w:val="145B2AAB"/>
    <w:rsid w:val="18EB73BB"/>
    <w:rsid w:val="262558C1"/>
    <w:rsid w:val="2A024A0B"/>
    <w:rsid w:val="2F631405"/>
    <w:rsid w:val="31897EBD"/>
    <w:rsid w:val="36D86FF7"/>
    <w:rsid w:val="37567296"/>
    <w:rsid w:val="3A0E0739"/>
    <w:rsid w:val="3C7B5C50"/>
    <w:rsid w:val="44112F91"/>
    <w:rsid w:val="5B8E4F92"/>
    <w:rsid w:val="5CED345F"/>
    <w:rsid w:val="6D535020"/>
    <w:rsid w:val="7109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091EAF"/>
  <w15:docId w15:val="{FDC06D10-9E44-4442-BF65-EFB634460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772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7726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1772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7726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rsid w:val="002F558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165</TotalTime>
  <Pages>1</Pages>
  <Words>88</Words>
  <Characters>503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巴呆呆</dc:creator>
  <cp:lastModifiedBy>明明</cp:lastModifiedBy>
  <cp:revision>29</cp:revision>
  <dcterms:created xsi:type="dcterms:W3CDTF">2018-06-25T03:33:00Z</dcterms:created>
  <dcterms:modified xsi:type="dcterms:W3CDTF">2021-08-16T02:50:00Z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2052-11.1.0.7811</vt:lpwstr>
  </property>
</Properties>
</file>