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6CF" w:rsidRDefault="003C088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294pt">
            <v:imagedata r:id="rId4" o:title="7社会团体法人登记证书（正本）"/>
          </v:shape>
        </w:pict>
      </w:r>
    </w:p>
    <w:p w:rsidR="003C0886" w:rsidRDefault="003C0886"/>
    <w:p w:rsidR="003C0886" w:rsidRDefault="003C0886">
      <w:bookmarkStart w:id="0" w:name="_GoBack"/>
      <w:r>
        <w:pict>
          <v:shape id="_x0000_i1026" type="#_x0000_t75" style="width:414.75pt;height:311.25pt">
            <v:imagedata r:id="rId5" o:title="7社会团体法人登记证书（副本）"/>
          </v:shape>
        </w:pict>
      </w:r>
      <w:bookmarkEnd w:id="0"/>
    </w:p>
    <w:sectPr w:rsidR="003C08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14"/>
    <w:rsid w:val="003C0886"/>
    <w:rsid w:val="00616A14"/>
    <w:rsid w:val="0071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5C2E60F4-8E15-40B5-AD9A-309761F3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明明</dc:creator>
  <cp:keywords/>
  <dc:description/>
  <cp:lastModifiedBy>明明</cp:lastModifiedBy>
  <cp:revision>3</cp:revision>
  <dcterms:created xsi:type="dcterms:W3CDTF">2021-08-13T05:27:00Z</dcterms:created>
  <dcterms:modified xsi:type="dcterms:W3CDTF">2021-08-13T05:28:00Z</dcterms:modified>
</cp:coreProperties>
</file>