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55834" w14:textId="77777777" w:rsidR="006D662B" w:rsidRPr="002607F8" w:rsidRDefault="001B3D1C" w:rsidP="002607F8">
      <w:pPr>
        <w:jc w:val="center"/>
        <w:rPr>
          <w:rFonts w:ascii="方正小标宋简体" w:eastAsia="方正小标宋简体" w:hAnsi="方正小标宋简体" w:cs="方正小标宋简体"/>
          <w:sz w:val="40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8"/>
        </w:rPr>
        <w:t>申请材料目录</w:t>
      </w:r>
    </w:p>
    <w:p w14:paraId="1BF56729" w14:textId="77777777" w:rsidR="002F3448" w:rsidRDefault="001B3D1C">
      <w:pPr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社会组织：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            </w:t>
      </w:r>
      <w:r w:rsidR="002F3448">
        <w:rPr>
          <w:rFonts w:ascii="仿宋_GB2312" w:eastAsia="仿宋_GB2312" w:hAnsi="仿宋_GB2312" w:cs="仿宋_GB2312"/>
          <w:sz w:val="28"/>
          <w:szCs w:val="36"/>
        </w:rPr>
        <w:t xml:space="preserve">       </w:t>
      </w:r>
      <w:r w:rsidR="002F3448">
        <w:rPr>
          <w:rFonts w:ascii="黑体" w:eastAsia="黑体" w:hAnsi="黑体" w:cs="黑体" w:hint="eastAsia"/>
          <w:sz w:val="28"/>
          <w:szCs w:val="36"/>
        </w:rPr>
        <w:t>办理事项：</w:t>
      </w:r>
      <w:r w:rsidR="002F3448">
        <w:rPr>
          <w:rFonts w:ascii="仿宋_GB2312" w:eastAsia="仿宋_GB2312" w:hAnsi="仿宋_GB2312" w:cs="仿宋_GB2312" w:hint="eastAsia"/>
          <w:sz w:val="28"/>
          <w:szCs w:val="36"/>
        </w:rPr>
        <w:t>社会团体成立登记</w:t>
      </w:r>
    </w:p>
    <w:p w14:paraId="30834013" w14:textId="41C18DB7" w:rsidR="006D662B" w:rsidRDefault="002F3448">
      <w:pPr>
        <w:rPr>
          <w:rFonts w:ascii="仿宋_GB2312" w:eastAsia="仿宋_GB2312" w:hAnsi="仿宋_GB2312" w:cs="仿宋_GB2312"/>
          <w:sz w:val="28"/>
          <w:szCs w:val="36"/>
        </w:rPr>
      </w:pPr>
      <w:r w:rsidRPr="002F3448">
        <w:rPr>
          <w:rFonts w:ascii="黑体" w:eastAsia="黑体" w:hAnsi="黑体" w:cs="黑体" w:hint="eastAsia"/>
          <w:sz w:val="28"/>
          <w:szCs w:val="36"/>
        </w:rPr>
        <w:t>联系人：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                     </w:t>
      </w:r>
      <w:r w:rsidRPr="002F3448">
        <w:rPr>
          <w:rFonts w:ascii="黑体" w:eastAsia="黑体" w:hAnsi="黑体" w:cs="黑体" w:hint="eastAsia"/>
          <w:sz w:val="28"/>
          <w:szCs w:val="36"/>
        </w:rPr>
        <w:t>联系电话：</w:t>
      </w:r>
    </w:p>
    <w:tbl>
      <w:tblPr>
        <w:tblpPr w:leftFromText="180" w:rightFromText="180" w:vertAnchor="text" w:horzAnchor="margin" w:tblpXSpec="center" w:tblpY="50"/>
        <w:tblOverlap w:val="never"/>
        <w:tblW w:w="98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3289"/>
        <w:gridCol w:w="1134"/>
        <w:gridCol w:w="709"/>
        <w:gridCol w:w="3934"/>
      </w:tblGrid>
      <w:tr w:rsidR="002F3448" w14:paraId="1E53AD0C" w14:textId="77777777" w:rsidTr="00626F54">
        <w:trPr>
          <w:trHeight w:hRule="exact" w:val="583"/>
        </w:trPr>
        <w:tc>
          <w:tcPr>
            <w:tcW w:w="788" w:type="dxa"/>
            <w:vAlign w:val="center"/>
          </w:tcPr>
          <w:p w14:paraId="363DEAE0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289" w:type="dxa"/>
            <w:vAlign w:val="center"/>
          </w:tcPr>
          <w:p w14:paraId="00686247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材  料  名  称</w:t>
            </w:r>
          </w:p>
        </w:tc>
        <w:tc>
          <w:tcPr>
            <w:tcW w:w="1134" w:type="dxa"/>
            <w:vAlign w:val="center"/>
          </w:tcPr>
          <w:p w14:paraId="3F8EFB89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形式</w:t>
            </w:r>
          </w:p>
        </w:tc>
        <w:tc>
          <w:tcPr>
            <w:tcW w:w="709" w:type="dxa"/>
            <w:vAlign w:val="center"/>
          </w:tcPr>
          <w:p w14:paraId="6B548405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份数</w:t>
            </w:r>
          </w:p>
        </w:tc>
        <w:tc>
          <w:tcPr>
            <w:tcW w:w="3934" w:type="dxa"/>
            <w:vAlign w:val="center"/>
          </w:tcPr>
          <w:p w14:paraId="2459A675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9159B2" w14:paraId="69D32FA4" w14:textId="77777777" w:rsidTr="009159B2">
        <w:trPr>
          <w:trHeight w:hRule="exact" w:val="995"/>
        </w:trPr>
        <w:tc>
          <w:tcPr>
            <w:tcW w:w="9854" w:type="dxa"/>
            <w:gridSpan w:val="5"/>
            <w:vAlign w:val="center"/>
          </w:tcPr>
          <w:p w14:paraId="624AC778" w14:textId="29EBA76F" w:rsidR="009159B2" w:rsidRPr="009159B2" w:rsidRDefault="009159B2" w:rsidP="009159B2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社会组织（筹）召开成立大会，应当制定会议纪要，记录会议议程以及</w:t>
            </w:r>
            <w:r w:rsidRPr="009159B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表决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、选举</w:t>
            </w:r>
            <w:r w:rsidRPr="009159B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结果并附参会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会员</w:t>
            </w:r>
            <w:r w:rsidRPr="009159B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名单，</w:t>
            </w:r>
            <w:r w:rsidR="00D517D9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拟任</w:t>
            </w:r>
            <w:bookmarkStart w:id="0" w:name="_GoBack"/>
            <w:bookmarkEnd w:id="0"/>
            <w:r w:rsidRPr="009159B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法定代表人签字确认，作为档案由社会组织妥善保管。</w:t>
            </w:r>
          </w:p>
        </w:tc>
      </w:tr>
      <w:tr w:rsidR="00310805" w14:paraId="376DBA0B" w14:textId="77777777" w:rsidTr="00BB7EFF">
        <w:trPr>
          <w:trHeight w:hRule="exact" w:val="855"/>
        </w:trPr>
        <w:tc>
          <w:tcPr>
            <w:tcW w:w="788" w:type="dxa"/>
            <w:vAlign w:val="center"/>
          </w:tcPr>
          <w:p w14:paraId="0B227756" w14:textId="77777777" w:rsidR="00310805" w:rsidRDefault="00310805" w:rsidP="003108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289" w:type="dxa"/>
            <w:vAlign w:val="center"/>
          </w:tcPr>
          <w:p w14:paraId="4448C6C7" w14:textId="1D0A9ABD" w:rsidR="00310805" w:rsidRDefault="00310805" w:rsidP="003108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社会组织党建情况</w:t>
            </w:r>
            <w:r w:rsidR="004A647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调查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表</w:t>
            </w:r>
          </w:p>
        </w:tc>
        <w:tc>
          <w:tcPr>
            <w:tcW w:w="1134" w:type="dxa"/>
            <w:vAlign w:val="center"/>
          </w:tcPr>
          <w:p w14:paraId="36FEA466" w14:textId="77777777" w:rsidR="00310805" w:rsidRDefault="00310805" w:rsidP="003108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709" w:type="dxa"/>
            <w:vAlign w:val="center"/>
          </w:tcPr>
          <w:p w14:paraId="61F5AA4E" w14:textId="77777777" w:rsidR="00310805" w:rsidRDefault="00310805" w:rsidP="0031080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934" w:type="dxa"/>
            <w:vAlign w:val="center"/>
          </w:tcPr>
          <w:p w14:paraId="28935697" w14:textId="29DC5F86" w:rsidR="00310805" w:rsidRPr="004A6478" w:rsidRDefault="00BB7EFF" w:rsidP="00237AF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制式表格。</w:t>
            </w:r>
            <w:r w:rsidR="004A647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咨询</w:t>
            </w:r>
            <w:r w:rsidR="004A6478" w:rsidRPr="002607F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电话：</w:t>
            </w:r>
            <w:r w:rsidR="004A647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0531-</w:t>
            </w:r>
            <w:r w:rsidR="004A6478" w:rsidRPr="002607F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86152506</w:t>
            </w:r>
          </w:p>
        </w:tc>
      </w:tr>
      <w:tr w:rsidR="002F3448" w14:paraId="2F8D1448" w14:textId="77777777" w:rsidTr="00310805">
        <w:trPr>
          <w:trHeight w:hRule="exact" w:val="853"/>
        </w:trPr>
        <w:tc>
          <w:tcPr>
            <w:tcW w:w="788" w:type="dxa"/>
            <w:vAlign w:val="center"/>
          </w:tcPr>
          <w:p w14:paraId="07871403" w14:textId="77777777" w:rsidR="002F3448" w:rsidRDefault="00310805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289" w:type="dxa"/>
            <w:vAlign w:val="center"/>
          </w:tcPr>
          <w:p w14:paraId="64176CA9" w14:textId="1AA7FCF0" w:rsidR="002F3448" w:rsidRDefault="002F3448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社会团体法人登记申请表</w:t>
            </w:r>
          </w:p>
        </w:tc>
        <w:tc>
          <w:tcPr>
            <w:tcW w:w="1134" w:type="dxa"/>
            <w:vAlign w:val="center"/>
          </w:tcPr>
          <w:p w14:paraId="71B08AB9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709" w:type="dxa"/>
            <w:vAlign w:val="center"/>
          </w:tcPr>
          <w:p w14:paraId="1CC6DAAA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934" w:type="dxa"/>
            <w:vAlign w:val="center"/>
          </w:tcPr>
          <w:p w14:paraId="13BF5E30" w14:textId="0C4E44EB" w:rsidR="002F3448" w:rsidRDefault="002F3448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制式表格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；</w:t>
            </w:r>
            <w:r w:rsidR="003451D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双重管理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，</w:t>
            </w:r>
            <w:r w:rsidR="004A647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需</w:t>
            </w:r>
            <w:r w:rsidRPr="004A6478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业务主管单位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盖章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F3448" w14:paraId="262B0C68" w14:textId="77777777" w:rsidTr="00310805">
        <w:trPr>
          <w:trHeight w:hRule="exact" w:val="1633"/>
        </w:trPr>
        <w:tc>
          <w:tcPr>
            <w:tcW w:w="788" w:type="dxa"/>
            <w:vAlign w:val="center"/>
          </w:tcPr>
          <w:p w14:paraId="524FD483" w14:textId="77777777" w:rsidR="002F3448" w:rsidRDefault="00310805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289" w:type="dxa"/>
            <w:vAlign w:val="center"/>
          </w:tcPr>
          <w:p w14:paraId="5B9894EF" w14:textId="17297D68" w:rsidR="002F3448" w:rsidRDefault="004A6478" w:rsidP="00626F5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社会团体</w:t>
            </w:r>
            <w:r w:rsidR="002F344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章程</w:t>
            </w:r>
          </w:p>
        </w:tc>
        <w:tc>
          <w:tcPr>
            <w:tcW w:w="1134" w:type="dxa"/>
            <w:vAlign w:val="center"/>
          </w:tcPr>
          <w:p w14:paraId="07966B85" w14:textId="1D7665C9" w:rsidR="002F3448" w:rsidRDefault="002F3448" w:rsidP="009665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709" w:type="dxa"/>
            <w:vAlign w:val="center"/>
          </w:tcPr>
          <w:p w14:paraId="30A786DD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934" w:type="dxa"/>
            <w:vAlign w:val="center"/>
          </w:tcPr>
          <w:p w14:paraId="25ED92F2" w14:textId="2DBCB5B5" w:rsidR="002F3448" w:rsidRDefault="00310805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制订章程，原则上应包括此章程范本所有内容，</w:t>
            </w:r>
            <w:r w:rsidR="00E867B0" w:rsidRPr="00D75240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根据自身情况在标黄处作适当的修改和补充；如章程与示范文本差别较大，可与登记管理机关联系</w:t>
            </w:r>
            <w:r w:rsidR="00F4584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F3448" w14:paraId="6D05C1B7" w14:textId="77777777" w:rsidTr="00FF7BB5">
        <w:trPr>
          <w:trHeight w:hRule="exact" w:val="3170"/>
        </w:trPr>
        <w:tc>
          <w:tcPr>
            <w:tcW w:w="788" w:type="dxa"/>
            <w:vAlign w:val="center"/>
          </w:tcPr>
          <w:p w14:paraId="5C87B7FD" w14:textId="77777777" w:rsidR="002F3448" w:rsidRDefault="00310805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289" w:type="dxa"/>
            <w:vAlign w:val="center"/>
          </w:tcPr>
          <w:p w14:paraId="5DAA4651" w14:textId="287C43AB" w:rsidR="002F3448" w:rsidRDefault="002F3448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社会团体法定代表人登记表</w:t>
            </w:r>
          </w:p>
        </w:tc>
        <w:tc>
          <w:tcPr>
            <w:tcW w:w="1134" w:type="dxa"/>
            <w:vAlign w:val="center"/>
          </w:tcPr>
          <w:p w14:paraId="6858705C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709" w:type="dxa"/>
            <w:vAlign w:val="center"/>
          </w:tcPr>
          <w:p w14:paraId="23DB5895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934" w:type="dxa"/>
            <w:vAlign w:val="center"/>
          </w:tcPr>
          <w:p w14:paraId="30E219D5" w14:textId="16BD9F55" w:rsidR="002F3448" w:rsidRPr="00FF7BB5" w:rsidRDefault="002F3448" w:rsidP="00FF7BB5">
            <w:pP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制式表格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；双重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管理的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，</w:t>
            </w:r>
            <w:r w:rsidR="004A647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需要</w:t>
            </w:r>
            <w:r w:rsidRPr="00FF7BB5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业务主管单位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盖章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  <w:r w:rsidR="00FF7BB5" w:rsidRPr="00FF7BB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团体法定代表人须由章程明确的负责人担任，同时不得兼任其他社会团体法定代表人。拟任人选如果已担任其他社会团体法定代表人的，应事先解除已经担任的法定代表人职务。法定代表人人选不是章程明确的负责人的，或者同时担任</w:t>
            </w:r>
            <w:r w:rsidR="00FF7BB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其他社会团体法定代表人的，登记管理机关不予受理社会团体成立登记</w:t>
            </w:r>
            <w:r w:rsidR="00FF7BB5" w:rsidRPr="00FF7BB5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F3448" w14:paraId="60EA3C93" w14:textId="77777777" w:rsidTr="00F4584C">
        <w:trPr>
          <w:trHeight w:hRule="exact" w:val="770"/>
        </w:trPr>
        <w:tc>
          <w:tcPr>
            <w:tcW w:w="788" w:type="dxa"/>
            <w:vAlign w:val="center"/>
          </w:tcPr>
          <w:p w14:paraId="10E5724F" w14:textId="77777777" w:rsidR="002F3448" w:rsidRDefault="00310805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289" w:type="dxa"/>
            <w:vAlign w:val="center"/>
          </w:tcPr>
          <w:p w14:paraId="4D5EF8AC" w14:textId="34EF33B7" w:rsidR="002F3448" w:rsidRDefault="002F3448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社会团体负责人、监事长备案表</w:t>
            </w:r>
          </w:p>
        </w:tc>
        <w:tc>
          <w:tcPr>
            <w:tcW w:w="1134" w:type="dxa"/>
            <w:vAlign w:val="center"/>
          </w:tcPr>
          <w:p w14:paraId="4F76AC42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709" w:type="dxa"/>
            <w:vAlign w:val="center"/>
          </w:tcPr>
          <w:p w14:paraId="16BB4EA6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934" w:type="dxa"/>
            <w:vAlign w:val="center"/>
          </w:tcPr>
          <w:p w14:paraId="2AC4F4A6" w14:textId="77777777" w:rsidR="002F3448" w:rsidRDefault="002F3448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制式表格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；负责人（会长、副会长、选任制秘书长）、监事长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一人一表</w:t>
            </w:r>
            <w:r w:rsidR="00F4584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F3448" w14:paraId="577E6FED" w14:textId="77777777" w:rsidTr="00237AF9">
        <w:trPr>
          <w:trHeight w:hRule="exact" w:val="1353"/>
        </w:trPr>
        <w:tc>
          <w:tcPr>
            <w:tcW w:w="788" w:type="dxa"/>
            <w:vAlign w:val="center"/>
          </w:tcPr>
          <w:p w14:paraId="25466DA4" w14:textId="49CE75E9" w:rsidR="002F3448" w:rsidRDefault="00237AF9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289" w:type="dxa"/>
            <w:vAlign w:val="center"/>
          </w:tcPr>
          <w:p w14:paraId="19E8FD0E" w14:textId="02265F65" w:rsidR="002F3448" w:rsidRDefault="002F3448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慈善组织设立申请表</w:t>
            </w:r>
            <w:r w:rsidR="004A647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</w:t>
            </w:r>
            <w:r w:rsidR="004A6478" w:rsidRPr="004A647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同步申请登记为慈善组织的提交</w:t>
            </w:r>
            <w:r w:rsidR="004A647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  <w:tc>
          <w:tcPr>
            <w:tcW w:w="1134" w:type="dxa"/>
            <w:vAlign w:val="center"/>
          </w:tcPr>
          <w:p w14:paraId="1A40B8B6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709" w:type="dxa"/>
            <w:vAlign w:val="center"/>
          </w:tcPr>
          <w:p w14:paraId="3FFAE18E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934" w:type="dxa"/>
            <w:vAlign w:val="center"/>
          </w:tcPr>
          <w:p w14:paraId="16ABCA59" w14:textId="23868012" w:rsidR="002F3448" w:rsidRDefault="00237AF9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符合《中华人民共和国慈善法》有关规定，可同步申请成立慈善组织。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行业协会商会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科技类社会团体不提交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F3448" w14:paraId="39720D28" w14:textId="77777777" w:rsidTr="009159B2">
        <w:trPr>
          <w:trHeight w:hRule="exact" w:val="2975"/>
        </w:trPr>
        <w:tc>
          <w:tcPr>
            <w:tcW w:w="788" w:type="dxa"/>
            <w:vAlign w:val="center"/>
          </w:tcPr>
          <w:p w14:paraId="2898CEC3" w14:textId="77777777" w:rsidR="002F3448" w:rsidRDefault="002F3448" w:rsidP="002F3448">
            <w:pPr>
              <w:adjustRightInd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3289" w:type="dxa"/>
            <w:vAlign w:val="center"/>
          </w:tcPr>
          <w:p w14:paraId="0940C564" w14:textId="75E26ADE" w:rsidR="002F3448" w:rsidRDefault="002F3448" w:rsidP="002F344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sz w:val="32"/>
                <w:szCs w:val="40"/>
              </w:rPr>
            </w:pPr>
            <w:r w:rsidRPr="002607F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关于成立党支部的请示</w:t>
            </w:r>
          </w:p>
        </w:tc>
        <w:tc>
          <w:tcPr>
            <w:tcW w:w="1134" w:type="dxa"/>
            <w:vAlign w:val="center"/>
          </w:tcPr>
          <w:p w14:paraId="14E149CC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40"/>
              </w:rPr>
            </w:pPr>
            <w:r w:rsidRPr="002607F8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709" w:type="dxa"/>
            <w:vAlign w:val="center"/>
          </w:tcPr>
          <w:p w14:paraId="21D8E0FE" w14:textId="77777777" w:rsidR="002F3448" w:rsidRDefault="002F3448" w:rsidP="002F344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40"/>
              </w:rPr>
            </w:pPr>
            <w:r w:rsidRPr="002607F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934" w:type="dxa"/>
            <w:vAlign w:val="center"/>
          </w:tcPr>
          <w:p w14:paraId="183C2780" w14:textId="4B545418" w:rsidR="002F3448" w:rsidRPr="000E61FC" w:rsidRDefault="002F3448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直接登记的，</w:t>
            </w:r>
            <w:r w:rsidRPr="002607F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有正式党员3人以上，符合成立党组织的，取得社会组织法人登记证书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和印章</w:t>
            </w:r>
            <w:r w:rsidRPr="002607F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，</w:t>
            </w:r>
            <w:r w:rsidRPr="002607F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向省社会组织综合党委提交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请示</w:t>
            </w:r>
            <w:r w:rsidR="000E61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（省社会组织综合</w:t>
            </w:r>
            <w:r w:rsidR="0050365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党委</w:t>
            </w:r>
            <w:r w:rsidR="000E61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地址：济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南市历下区南新街</w:t>
            </w:r>
            <w:r w:rsidR="00503659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省民政厅北楼50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07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室</w:t>
            </w:r>
            <w:r w:rsidR="000E61FC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，</w:t>
            </w:r>
            <w:r w:rsidR="000E61FC" w:rsidRPr="002607F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联系电话：</w:t>
            </w:r>
            <w:r w:rsidR="000E61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0531-</w:t>
            </w:r>
            <w:r w:rsidR="000E61FC" w:rsidRPr="002607F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86152506</w:t>
            </w:r>
            <w:r w:rsidR="000E61FC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  <w:p w14:paraId="56C407F4" w14:textId="7D2B016B" w:rsidR="002F3448" w:rsidRPr="002607F8" w:rsidRDefault="003451D7" w:rsidP="002F344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双重管理</w:t>
            </w:r>
            <w:r w:rsidR="002F3448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的社会组织党建工作，向业务主管单位咨询。</w:t>
            </w:r>
          </w:p>
        </w:tc>
      </w:tr>
    </w:tbl>
    <w:p w14:paraId="676F987D" w14:textId="1DF9BF6B" w:rsidR="002F3448" w:rsidRDefault="002F3448" w:rsidP="009159B2">
      <w:pPr>
        <w:rPr>
          <w:rFonts w:ascii="仿宋_GB2312" w:eastAsia="仿宋_GB2312" w:hAnsi="仿宋_GB2312" w:cs="仿宋_GB2312"/>
          <w:sz w:val="28"/>
          <w:szCs w:val="36"/>
        </w:rPr>
      </w:pPr>
    </w:p>
    <w:sectPr w:rsidR="002F3448" w:rsidSect="00FF7BB5">
      <w:pgSz w:w="11906" w:h="16838"/>
      <w:pgMar w:top="426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34CAB" w14:textId="77777777" w:rsidR="00C94D68" w:rsidRDefault="00C94D68" w:rsidP="000E61FC">
      <w:r>
        <w:separator/>
      </w:r>
    </w:p>
  </w:endnote>
  <w:endnote w:type="continuationSeparator" w:id="0">
    <w:p w14:paraId="22443F7D" w14:textId="77777777" w:rsidR="00C94D68" w:rsidRDefault="00C94D68" w:rsidP="000E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F9849" w14:textId="77777777" w:rsidR="00C94D68" w:rsidRDefault="00C94D68" w:rsidP="000E61FC">
      <w:r>
        <w:separator/>
      </w:r>
    </w:p>
  </w:footnote>
  <w:footnote w:type="continuationSeparator" w:id="0">
    <w:p w14:paraId="52CC11BB" w14:textId="77777777" w:rsidR="00C94D68" w:rsidRDefault="00C94D68" w:rsidP="000E6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4A0B"/>
    <w:rsid w:val="00034D68"/>
    <w:rsid w:val="0005279D"/>
    <w:rsid w:val="000B3876"/>
    <w:rsid w:val="000E61FC"/>
    <w:rsid w:val="00150B99"/>
    <w:rsid w:val="00194C3F"/>
    <w:rsid w:val="001B3D1C"/>
    <w:rsid w:val="001C2D51"/>
    <w:rsid w:val="00237AF9"/>
    <w:rsid w:val="00250378"/>
    <w:rsid w:val="002607F8"/>
    <w:rsid w:val="00295254"/>
    <w:rsid w:val="002F3448"/>
    <w:rsid w:val="00310805"/>
    <w:rsid w:val="003451D7"/>
    <w:rsid w:val="00366A7C"/>
    <w:rsid w:val="004A6478"/>
    <w:rsid w:val="004C58D3"/>
    <w:rsid w:val="004F2CD5"/>
    <w:rsid w:val="00503659"/>
    <w:rsid w:val="005261F3"/>
    <w:rsid w:val="0059705F"/>
    <w:rsid w:val="00626F54"/>
    <w:rsid w:val="006A4A40"/>
    <w:rsid w:val="006D662B"/>
    <w:rsid w:val="006E4E29"/>
    <w:rsid w:val="006F6033"/>
    <w:rsid w:val="00774ED3"/>
    <w:rsid w:val="009159B2"/>
    <w:rsid w:val="0096652F"/>
    <w:rsid w:val="00995110"/>
    <w:rsid w:val="00A01632"/>
    <w:rsid w:val="00B80307"/>
    <w:rsid w:val="00BB7EFF"/>
    <w:rsid w:val="00BE5D34"/>
    <w:rsid w:val="00C36B9D"/>
    <w:rsid w:val="00C4349E"/>
    <w:rsid w:val="00C94D68"/>
    <w:rsid w:val="00CC7229"/>
    <w:rsid w:val="00D517D9"/>
    <w:rsid w:val="00DF5F2B"/>
    <w:rsid w:val="00E867B0"/>
    <w:rsid w:val="00EC0AC0"/>
    <w:rsid w:val="00F351F0"/>
    <w:rsid w:val="00F4205E"/>
    <w:rsid w:val="00F4584C"/>
    <w:rsid w:val="00FE32BF"/>
    <w:rsid w:val="00FF7BB5"/>
    <w:rsid w:val="01CB36F6"/>
    <w:rsid w:val="18EB73BB"/>
    <w:rsid w:val="1F6554DB"/>
    <w:rsid w:val="27AA5EA1"/>
    <w:rsid w:val="29B75933"/>
    <w:rsid w:val="2A024A0B"/>
    <w:rsid w:val="2D3D652B"/>
    <w:rsid w:val="2F631405"/>
    <w:rsid w:val="31897EBD"/>
    <w:rsid w:val="331914E7"/>
    <w:rsid w:val="36D86FF7"/>
    <w:rsid w:val="3A0E0739"/>
    <w:rsid w:val="5B8E4F92"/>
    <w:rsid w:val="666A5FBA"/>
    <w:rsid w:val="6D535020"/>
    <w:rsid w:val="71097DBF"/>
    <w:rsid w:val="766055D8"/>
    <w:rsid w:val="7ABB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95E039"/>
  <w15:docId w15:val="{DF711D23-84F2-4F6F-BC24-4C2763F6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68</TotalTime>
  <Pages>1</Pages>
  <Words>122</Words>
  <Characters>701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巴呆呆</dc:creator>
  <cp:lastModifiedBy>明明</cp:lastModifiedBy>
  <cp:revision>40</cp:revision>
  <dcterms:created xsi:type="dcterms:W3CDTF">2018-06-25T03:33:00Z</dcterms:created>
  <dcterms:modified xsi:type="dcterms:W3CDTF">2021-08-16T02:30:00Z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